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716AB55D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700064">
        <w:rPr>
          <w:rFonts w:hAnsi="ＭＳ 明朝" w:hint="eastAsia"/>
          <w:spacing w:val="16"/>
          <w:sz w:val="21"/>
          <w:szCs w:val="21"/>
        </w:rPr>
        <w:t>令和７年度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</w:t>
      </w:r>
      <w:r w:rsidR="00E32025">
        <w:rPr>
          <w:rFonts w:hAnsi="ＭＳ 明朝" w:hint="eastAsia"/>
          <w:spacing w:val="16"/>
          <w:sz w:val="21"/>
          <w:szCs w:val="21"/>
        </w:rPr>
        <w:t>係る一般競争入札</w:t>
      </w:r>
    </w:p>
    <w:p w14:paraId="3616FCAA" w14:textId="77777777" w:rsidR="00150BD1" w:rsidRPr="00E3202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124B28F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E32025">
        <w:rPr>
          <w:rFonts w:hAnsi="ＭＳ 明朝" w:hint="eastAsia"/>
          <w:spacing w:val="16"/>
          <w:sz w:val="21"/>
          <w:szCs w:val="21"/>
        </w:rPr>
        <w:t>７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DA0715">
        <w:rPr>
          <w:rFonts w:hAnsi="ＭＳ 明朝" w:hint="eastAsia"/>
          <w:spacing w:val="16"/>
          <w:sz w:val="21"/>
          <w:szCs w:val="21"/>
        </w:rPr>
        <w:t>５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DA0715">
        <w:rPr>
          <w:rFonts w:hAnsi="ＭＳ 明朝" w:hint="eastAsia"/>
          <w:spacing w:val="16"/>
          <w:sz w:val="21"/>
          <w:szCs w:val="21"/>
        </w:rPr>
        <w:t>16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524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1504E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3513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2BB3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0270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3D05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B9D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715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15E"/>
    <w:rsid w:val="00E20451"/>
    <w:rsid w:val="00E23228"/>
    <w:rsid w:val="00E235C6"/>
    <w:rsid w:val="00E27949"/>
    <w:rsid w:val="00E30AB5"/>
    <w:rsid w:val="00E3202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84A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44C83"/>
    <w:rsid w:val="00F45AF8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53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50</cp:revision>
  <cp:lastPrinted>2025-05-14T00:52:00Z</cp:lastPrinted>
  <dcterms:created xsi:type="dcterms:W3CDTF">2020-01-22T03:01:00Z</dcterms:created>
  <dcterms:modified xsi:type="dcterms:W3CDTF">2025-05-14T00:54:00Z</dcterms:modified>
</cp:coreProperties>
</file>